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60444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604449">
              <w:rPr>
                <w:rFonts w:ascii="Calibri" w:hAnsi="Calibri"/>
              </w:rPr>
              <w:t>ARM</w:t>
            </w:r>
            <w:r w:rsidR="00A94D6C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BF147A" w:rsidP="00CE6426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ARM6-</w:t>
            </w:r>
            <w:r w:rsidR="00CE6426">
              <w:rPr>
                <w:rFonts w:ascii="Calibri" w:hAnsi="Calibri"/>
              </w:rPr>
              <w:t>12.1.3</w:t>
            </w:r>
            <w:r>
              <w:rPr>
                <w:rFonts w:ascii="Calibri" w:hAnsi="Calibri"/>
              </w:rPr>
              <w:t xml:space="preserve"> 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60444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604449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E66034" w:rsidRDefault="00604449" w:rsidP="00CE6426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2</w:t>
            </w:r>
            <w:r w:rsidR="00CE6426">
              <w:rPr>
                <w:rFonts w:ascii="Calibri" w:hAnsi="Calibri"/>
              </w:rPr>
              <w:t>8</w:t>
            </w:r>
            <w:r w:rsidRPr="00604449">
              <w:rPr>
                <w:rFonts w:ascii="Calibri" w:hAnsi="Calibri"/>
                <w:vertAlign w:val="superscript"/>
              </w:rPr>
              <w:t>th</w:t>
            </w:r>
            <w:r>
              <w:rPr>
                <w:rFonts w:ascii="Calibri" w:hAnsi="Calibri"/>
              </w:rPr>
              <w:t xml:space="preserve"> April</w:t>
            </w:r>
            <w:r w:rsidR="006856B2">
              <w:rPr>
                <w:rFonts w:ascii="Calibri" w:hAnsi="Calibri"/>
              </w:rPr>
              <w:t xml:space="preserve"> 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270231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IALA </w:t>
      </w:r>
      <w:r w:rsidR="002E20E7">
        <w:rPr>
          <w:rFonts w:ascii="Calibri" w:hAnsi="Calibri"/>
          <w:color w:val="00558C"/>
        </w:rPr>
        <w:t>N</w:t>
      </w:r>
      <w:r w:rsidR="008219B4">
        <w:rPr>
          <w:rFonts w:ascii="Calibri" w:hAnsi="Calibri"/>
          <w:color w:val="00558C"/>
        </w:rPr>
        <w:t>AVGUIDE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6856B2" w:rsidRDefault="006856B2" w:rsidP="006856B2">
      <w:pPr>
        <w:pStyle w:val="BodyText"/>
      </w:pPr>
      <w:r>
        <w:t xml:space="preserve">The </w:t>
      </w:r>
      <w:r w:rsidR="00604449">
        <w:t>ARM</w:t>
      </w:r>
      <w:r>
        <w:t xml:space="preserve"> Committee </w:t>
      </w:r>
      <w:r w:rsidR="002E20E7">
        <w:t>has the task on a four yearly basis of coordinating the review of the N</w:t>
      </w:r>
      <w:r w:rsidR="008219B4">
        <w:t>AVGUIDE</w:t>
      </w:r>
      <w:r w:rsidR="00604449">
        <w:t>.</w:t>
      </w:r>
      <w:r w:rsidR="002E20E7">
        <w:t xml:space="preserve"> This work will be completed for the 2014 to 2018 period at ARM7 in October 2017. The Secretariat has a number </w:t>
      </w:r>
      <w:r w:rsidR="00DB6564">
        <w:t>of actions in relation to this.</w:t>
      </w:r>
    </w:p>
    <w:p w:rsidR="00902AA4" w:rsidRPr="00E66034" w:rsidRDefault="006856B2" w:rsidP="006856B2">
      <w:pPr>
        <w:pStyle w:val="Heading1"/>
      </w:pPr>
      <w:r>
        <w:t>Details</w:t>
      </w:r>
    </w:p>
    <w:p w:rsidR="00DB6564" w:rsidRDefault="00DB6564" w:rsidP="00DB6564">
      <w:pPr>
        <w:pStyle w:val="BodyText"/>
        <w:numPr>
          <w:ilvl w:val="0"/>
          <w:numId w:val="25"/>
        </w:numPr>
      </w:pPr>
      <w:r>
        <w:t xml:space="preserve">The </w:t>
      </w:r>
      <w:r w:rsidR="00CE6426">
        <w:t>Foreword</w:t>
      </w:r>
      <w:r>
        <w:t xml:space="preserve"> and Chapter 1 of the </w:t>
      </w:r>
      <w:r w:rsidR="008219B4">
        <w:t>NAVGUIDE</w:t>
      </w:r>
      <w:r>
        <w:t xml:space="preserve"> are owned by the Secretariat and need to be updated directly in the </w:t>
      </w:r>
      <w:r w:rsidR="008219B4">
        <w:t>NAVGUIDE</w:t>
      </w:r>
      <w:r>
        <w:t xml:space="preserve"> wiki by the end of ARM7 in October 2017. </w:t>
      </w:r>
    </w:p>
    <w:p w:rsidR="00852DD8" w:rsidRDefault="00DB6564" w:rsidP="00DB6564">
      <w:pPr>
        <w:pStyle w:val="BodyText"/>
        <w:numPr>
          <w:ilvl w:val="0"/>
          <w:numId w:val="25"/>
        </w:numPr>
      </w:pPr>
      <w:r>
        <w:t xml:space="preserve"> At the end of ARM7 the </w:t>
      </w:r>
      <w:r w:rsidR="008219B4">
        <w:t>NAVGUIDE</w:t>
      </w:r>
      <w:r>
        <w:t xml:space="preserve"> will be locked from further editing and handed over to the Secretariat to prepare for publication to PDF and Hardcopy. The wiki facilitates a simple process for a PDF publication however if a printed version of greater IALA identity is required for the document then </w:t>
      </w:r>
      <w:r w:rsidR="00852DD8">
        <w:t xml:space="preserve">further work will be required on publishing software. </w:t>
      </w:r>
    </w:p>
    <w:p w:rsidR="002825F4" w:rsidRDefault="00852DD8" w:rsidP="00DB6564">
      <w:pPr>
        <w:pStyle w:val="BodyText"/>
        <w:numPr>
          <w:ilvl w:val="0"/>
          <w:numId w:val="25"/>
        </w:numPr>
      </w:pPr>
      <w:r>
        <w:t xml:space="preserve">A final decision on the printing of the </w:t>
      </w:r>
      <w:r w:rsidR="008219B4">
        <w:t>NAVGUIDE</w:t>
      </w:r>
      <w:r>
        <w:t xml:space="preserve"> needs to be made by the Secretariat</w:t>
      </w:r>
    </w:p>
    <w:p w:rsidR="00852DD8" w:rsidRDefault="00852DD8" w:rsidP="00DB6564">
      <w:pPr>
        <w:pStyle w:val="BodyText"/>
        <w:numPr>
          <w:ilvl w:val="0"/>
          <w:numId w:val="25"/>
        </w:numPr>
      </w:pPr>
      <w:r>
        <w:t xml:space="preserve">Consideration needs to be given to the 2018-22 version of the </w:t>
      </w:r>
      <w:r w:rsidR="008219B4">
        <w:t>NAVGUIDE</w:t>
      </w:r>
      <w:r>
        <w:t>. If it is to become a more interactive fully wiki document then some significant restructure is required. If it is to remain an effectively a printed hardcopy or pdf then a review by a technical author prior to Oct</w:t>
      </w:r>
      <w:r w:rsidR="008219B4">
        <w:t>ober</w:t>
      </w:r>
      <w:r>
        <w:t xml:space="preserve"> 2018 would be beneficial. This would be to ensure the structure of the document is balanced and consistent </w:t>
      </w:r>
      <w:r w:rsidR="00B409FB">
        <w:t>as well as</w:t>
      </w:r>
      <w:bookmarkStart w:id="0" w:name="_GoBack"/>
      <w:bookmarkEnd w:id="0"/>
      <w:r>
        <w:t xml:space="preserve"> technically correct. Inevitably the current “written by committee” document has potential not to </w:t>
      </w:r>
      <w:r w:rsidR="00B409FB">
        <w:t>be consistent</w:t>
      </w:r>
      <w:r>
        <w:t xml:space="preserve"> though considerable work has been undertaken to avoid this as much as possible.</w:t>
      </w:r>
    </w:p>
    <w:p w:rsidR="00604449" w:rsidRDefault="00604449" w:rsidP="006856B2">
      <w:pPr>
        <w:pStyle w:val="BodyText"/>
      </w:pPr>
    </w:p>
    <w:p w:rsidR="006856B2" w:rsidRDefault="00604449" w:rsidP="006856B2">
      <w:pPr>
        <w:pStyle w:val="BodyText"/>
      </w:pPr>
      <w:r>
        <w:t xml:space="preserve">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630F7F" w:rsidRPr="006856B2" w:rsidRDefault="00902AA4" w:rsidP="006856B2">
      <w:pPr>
        <w:pStyle w:val="BodyText"/>
      </w:pPr>
      <w:r w:rsidRPr="00E66034">
        <w:t xml:space="preserve">The </w:t>
      </w:r>
      <w:r w:rsidR="00604449">
        <w:t xml:space="preserve">Secretariat is requested to </w:t>
      </w:r>
      <w:r w:rsidR="00852DD8">
        <w:t>consider this note and implement the appropriate actions</w:t>
      </w:r>
      <w:r w:rsidR="00604449">
        <w:t>.</w:t>
      </w:r>
    </w:p>
    <w:sectPr w:rsidR="00630F7F" w:rsidRPr="006856B2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52" w:rsidRDefault="00B41152" w:rsidP="00002906">
      <w:r>
        <w:separator/>
      </w:r>
    </w:p>
  </w:endnote>
  <w:endnote w:type="continuationSeparator" w:id="0">
    <w:p w:rsidR="00B41152" w:rsidRDefault="00B4115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409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52" w:rsidRDefault="00B41152" w:rsidP="00002906">
      <w:r>
        <w:separator/>
      </w:r>
    </w:p>
  </w:footnote>
  <w:footnote w:type="continuationSeparator" w:id="0">
    <w:p w:rsidR="00B41152" w:rsidRDefault="00B4115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7C699F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5D6EE2"/>
    <w:multiLevelType w:val="hybridMultilevel"/>
    <w:tmpl w:val="F8F446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D0300D8"/>
    <w:multiLevelType w:val="hybridMultilevel"/>
    <w:tmpl w:val="0C26796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61B8"/>
    <w:rsid w:val="00073774"/>
    <w:rsid w:val="000A5A01"/>
    <w:rsid w:val="00135447"/>
    <w:rsid w:val="00152273"/>
    <w:rsid w:val="00196000"/>
    <w:rsid w:val="001A2542"/>
    <w:rsid w:val="001A654A"/>
    <w:rsid w:val="001C74CF"/>
    <w:rsid w:val="00203FB2"/>
    <w:rsid w:val="00270231"/>
    <w:rsid w:val="002825F4"/>
    <w:rsid w:val="002E20E7"/>
    <w:rsid w:val="003D55DD"/>
    <w:rsid w:val="003E1831"/>
    <w:rsid w:val="00424954"/>
    <w:rsid w:val="004C1386"/>
    <w:rsid w:val="004C220D"/>
    <w:rsid w:val="005B10DE"/>
    <w:rsid w:val="005D05AC"/>
    <w:rsid w:val="00604449"/>
    <w:rsid w:val="00630F7F"/>
    <w:rsid w:val="0064435F"/>
    <w:rsid w:val="006856B2"/>
    <w:rsid w:val="006D470F"/>
    <w:rsid w:val="00727E88"/>
    <w:rsid w:val="00775878"/>
    <w:rsid w:val="007A6D34"/>
    <w:rsid w:val="007A74F7"/>
    <w:rsid w:val="007C699F"/>
    <w:rsid w:val="007E7A7E"/>
    <w:rsid w:val="0080092C"/>
    <w:rsid w:val="00803358"/>
    <w:rsid w:val="008219B4"/>
    <w:rsid w:val="00852DD8"/>
    <w:rsid w:val="00872453"/>
    <w:rsid w:val="008F13DD"/>
    <w:rsid w:val="00902AA4"/>
    <w:rsid w:val="00987727"/>
    <w:rsid w:val="009E1DBC"/>
    <w:rsid w:val="009F3B6C"/>
    <w:rsid w:val="009F5C36"/>
    <w:rsid w:val="00A27F12"/>
    <w:rsid w:val="00A30579"/>
    <w:rsid w:val="00A94D6C"/>
    <w:rsid w:val="00AA6A9A"/>
    <w:rsid w:val="00AA76C0"/>
    <w:rsid w:val="00B077EC"/>
    <w:rsid w:val="00B15B24"/>
    <w:rsid w:val="00B409FB"/>
    <w:rsid w:val="00B41152"/>
    <w:rsid w:val="00B428DA"/>
    <w:rsid w:val="00B8247E"/>
    <w:rsid w:val="00BE56DF"/>
    <w:rsid w:val="00BF147A"/>
    <w:rsid w:val="00CA04AF"/>
    <w:rsid w:val="00CE6426"/>
    <w:rsid w:val="00CF3661"/>
    <w:rsid w:val="00DB6564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6856B2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E6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E642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6856B2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E6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E642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7AB08-28DF-41D0-B645-5FBE535F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6</cp:revision>
  <cp:lastPrinted>2006-10-19T10:49:00Z</cp:lastPrinted>
  <dcterms:created xsi:type="dcterms:W3CDTF">2017-04-27T16:27:00Z</dcterms:created>
  <dcterms:modified xsi:type="dcterms:W3CDTF">2017-04-28T16:41:00Z</dcterms:modified>
</cp:coreProperties>
</file>